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352B9D" w:rsidRPr="004A5C5E" w:rsidRDefault="00394D1A" w:rsidP="004A5C5E">
      <w:pPr>
        <w:jc w:val="center"/>
        <w:rPr>
          <w:rFonts w:ascii="Georgia" w:hAnsi="Georgia"/>
          <w:color w:val="FF0000"/>
          <w:sz w:val="52"/>
          <w:szCs w:val="52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60288" behindDoc="0" locked="0" layoutInCell="1" allowOverlap="1" wp14:anchorId="53008419" wp14:editId="55D89EFA">
            <wp:simplePos x="0" y="0"/>
            <wp:positionH relativeFrom="column">
              <wp:posOffset>71120</wp:posOffset>
            </wp:positionH>
            <wp:positionV relativeFrom="paragraph">
              <wp:posOffset>2540</wp:posOffset>
            </wp:positionV>
            <wp:extent cx="2021840" cy="2297430"/>
            <wp:effectExtent l="0" t="0" r="0" b="7620"/>
            <wp:wrapSquare wrapText="bothSides"/>
            <wp:docPr id="3" name="il_fi" descr="http://static6.depositphotos.com/1000126/578/v/950/depositphotos_5782532-Vector-holiday-gift-presents-isol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6.depositphotos.com/1000126/578/v/950/depositphotos_5782532-Vector-holiday-gift-presents-isolat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229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5C5E" w:rsidRPr="004A5C5E">
        <w:rPr>
          <w:rFonts w:ascii="Georgia" w:hAnsi="Georgia"/>
          <w:color w:val="FF0000"/>
          <w:sz w:val="52"/>
          <w:szCs w:val="52"/>
        </w:rPr>
        <w:t>Merry Christmas Pen Pal</w:t>
      </w:r>
    </w:p>
    <w:p w:rsidR="004A5C5E" w:rsidRPr="004A5C5E" w:rsidRDefault="00394D1A" w:rsidP="004A5C5E">
      <w:pPr>
        <w:jc w:val="center"/>
        <w:rPr>
          <w:rFonts w:ascii="Georgia" w:hAnsi="Georgia"/>
          <w:color w:val="FF0000"/>
          <w:sz w:val="44"/>
          <w:szCs w:val="44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61312" behindDoc="0" locked="0" layoutInCell="1" allowOverlap="1" wp14:anchorId="47B3A86A" wp14:editId="5250CE03">
            <wp:simplePos x="0" y="0"/>
            <wp:positionH relativeFrom="column">
              <wp:posOffset>624205</wp:posOffset>
            </wp:positionH>
            <wp:positionV relativeFrom="paragraph">
              <wp:posOffset>6006465</wp:posOffset>
            </wp:positionV>
            <wp:extent cx="2932430" cy="2488565"/>
            <wp:effectExtent l="0" t="0" r="1270" b="6985"/>
            <wp:wrapSquare wrapText="bothSides"/>
            <wp:docPr id="4" name="il_fi" descr="http://sweetclipart.com/multisite/sweetclipart/files/christmas_bel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weetclipart.com/multisite/sweetclipart/files/christmas_bell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24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8240" behindDoc="0" locked="0" layoutInCell="1" allowOverlap="1" wp14:anchorId="0E671BD3" wp14:editId="24A31AE9">
            <wp:simplePos x="0" y="0"/>
            <wp:positionH relativeFrom="column">
              <wp:posOffset>626745</wp:posOffset>
            </wp:positionH>
            <wp:positionV relativeFrom="paragraph">
              <wp:posOffset>2994025</wp:posOffset>
            </wp:positionV>
            <wp:extent cx="3531235" cy="2647315"/>
            <wp:effectExtent l="0" t="0" r="0" b="635"/>
            <wp:wrapSquare wrapText="bothSides"/>
            <wp:docPr id="1" name="il_fi" descr="http://www.wallpaperpimper.com/wallpaper/Holiday_&amp;_Occasion/Christimas_Tree/Pretty-Christmas-Tree-1-1152x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llpaperpimper.com/wallpaper/Holiday_&amp;_Occasion/Christimas_Tree/Pretty-Christmas-Tree-1-1152x86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23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9264" behindDoc="0" locked="0" layoutInCell="1" allowOverlap="1" wp14:anchorId="204C2B65" wp14:editId="252997DC">
            <wp:simplePos x="0" y="0"/>
            <wp:positionH relativeFrom="column">
              <wp:posOffset>-2876550</wp:posOffset>
            </wp:positionH>
            <wp:positionV relativeFrom="paragraph">
              <wp:posOffset>5118735</wp:posOffset>
            </wp:positionV>
            <wp:extent cx="3020060" cy="3291840"/>
            <wp:effectExtent l="0" t="0" r="8890" b="3810"/>
            <wp:wrapSquare wrapText="bothSides"/>
            <wp:docPr id="2" name="il_fi" descr="http://sweetclipart.com/multisite/sweetclipart/files/holidays_christmas_candy_cane_du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weetclipart.com/multisite/sweetclipart/files/holidays_christmas_candy_cane_du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06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5C5E" w:rsidRPr="004A5C5E">
        <w:rPr>
          <w:rFonts w:ascii="Georgia" w:hAnsi="Georgia"/>
          <w:color w:val="FF0000"/>
          <w:sz w:val="44"/>
          <w:szCs w:val="44"/>
        </w:rPr>
        <w:t>I hope you get lots of presents and that you have lots of fun celebrating Christmas. how do you celebrate Christmas I celebrate it by opening presents around the Christmas tree, what is your favourite part about Christmas mine is opening the presents hope you have a merry Christmas and a happy new year.</w:t>
      </w:r>
      <w:r w:rsidRPr="00394D1A">
        <w:rPr>
          <w:rFonts w:ascii="Arial" w:hAnsi="Arial" w:cs="Arial"/>
          <w:noProof/>
          <w:sz w:val="20"/>
          <w:szCs w:val="20"/>
          <w:lang w:eastAsia="en-NZ"/>
        </w:rPr>
        <w:t xml:space="preserve"> </w:t>
      </w:r>
    </w:p>
    <w:sectPr w:rsidR="004A5C5E" w:rsidRPr="004A5C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5E"/>
    <w:rsid w:val="00352B9D"/>
    <w:rsid w:val="00394D1A"/>
    <w:rsid w:val="004A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b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C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E338EB0C</Template>
  <TotalTime>13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2012-12-13T20:43:00Z</dcterms:created>
  <dcterms:modified xsi:type="dcterms:W3CDTF">2012-12-13T20:56:00Z</dcterms:modified>
</cp:coreProperties>
</file>